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8A4653" w14:textId="7AC31DA2" w:rsidR="00201AC2" w:rsidRDefault="00664B83" w:rsidP="00201AC2">
      <w:pPr>
        <w:spacing w:after="180"/>
        <w:rPr>
          <w:b/>
          <w:sz w:val="44"/>
          <w:szCs w:val="44"/>
        </w:rPr>
      </w:pPr>
      <w:r>
        <w:rPr>
          <w:b/>
          <w:sz w:val="44"/>
          <w:szCs w:val="44"/>
        </w:rPr>
        <w:t>Choosing the graph</w:t>
      </w:r>
    </w:p>
    <w:p w14:paraId="2A54CE68" w14:textId="77777777" w:rsidR="00894587" w:rsidRPr="00894587" w:rsidRDefault="00894587" w:rsidP="00201AC2">
      <w:pPr>
        <w:spacing w:after="180"/>
        <w:rPr>
          <w:b/>
          <w:szCs w:val="44"/>
        </w:rPr>
      </w:pPr>
    </w:p>
    <w:p w14:paraId="547616B6" w14:textId="77777777" w:rsidR="00894587" w:rsidRPr="00894587" w:rsidRDefault="00894587" w:rsidP="00894587">
      <w:pPr>
        <w:spacing w:after="240" w:line="276" w:lineRule="auto"/>
      </w:pPr>
      <w:r w:rsidRPr="00894587">
        <w:rPr>
          <w:lang w:val="en-US"/>
        </w:rPr>
        <w:t xml:space="preserve">A ball rolls down each slope.  </w:t>
      </w:r>
    </w:p>
    <w:p w14:paraId="51521A49" w14:textId="636C86A3" w:rsidR="00894587" w:rsidRPr="00894587" w:rsidRDefault="00907466" w:rsidP="00894587">
      <w:pPr>
        <w:spacing w:after="120"/>
        <w:rPr>
          <w:sz w:val="28"/>
        </w:rPr>
      </w:pPr>
      <w:r>
        <w:rPr>
          <w:noProof/>
          <w:szCs w:val="18"/>
        </w:rPr>
        <mc:AlternateContent>
          <mc:Choice Requires="wpg">
            <w:drawing>
              <wp:anchor distT="0" distB="0" distL="114300" distR="114300" simplePos="0" relativeHeight="251680768" behindDoc="0" locked="0" layoutInCell="1" allowOverlap="1" wp14:anchorId="2D896AA9" wp14:editId="25C77FC3">
                <wp:simplePos x="0" y="0"/>
                <wp:positionH relativeFrom="column">
                  <wp:posOffset>0</wp:posOffset>
                </wp:positionH>
                <wp:positionV relativeFrom="paragraph">
                  <wp:posOffset>222317</wp:posOffset>
                </wp:positionV>
                <wp:extent cx="5727065" cy="6742430"/>
                <wp:effectExtent l="0" t="0" r="6985" b="0"/>
                <wp:wrapNone/>
                <wp:docPr id="69" name="Group 69"/>
                <wp:cNvGraphicFramePr/>
                <a:graphic xmlns:a="http://schemas.openxmlformats.org/drawingml/2006/main">
                  <a:graphicData uri="http://schemas.microsoft.com/office/word/2010/wordprocessingGroup">
                    <wpg:wgp>
                      <wpg:cNvGrpSpPr/>
                      <wpg:grpSpPr>
                        <a:xfrm>
                          <a:off x="0" y="0"/>
                          <a:ext cx="5727065" cy="6742430"/>
                          <a:chOff x="0" y="0"/>
                          <a:chExt cx="5727337" cy="6742958"/>
                        </a:xfrm>
                      </wpg:grpSpPr>
                      <pic:pic xmlns:pic="http://schemas.openxmlformats.org/drawingml/2006/picture">
                        <pic:nvPicPr>
                          <pic:cNvPr id="28" name="Picture 28"/>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0" y="4441372"/>
                            <a:ext cx="2536190" cy="1261745"/>
                          </a:xfrm>
                          <a:prstGeom prst="rect">
                            <a:avLst/>
                          </a:prstGeom>
                          <a:noFill/>
                        </pic:spPr>
                      </pic:pic>
                      <pic:pic xmlns:pic="http://schemas.openxmlformats.org/drawingml/2006/picture">
                        <pic:nvPicPr>
                          <pic:cNvPr id="23" name="Picture 23"/>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2743200"/>
                            <a:ext cx="2548255" cy="1164590"/>
                          </a:xfrm>
                          <a:prstGeom prst="rect">
                            <a:avLst/>
                          </a:prstGeom>
                          <a:noFill/>
                        </pic:spPr>
                      </pic:pic>
                      <pic:pic xmlns:pic="http://schemas.openxmlformats.org/drawingml/2006/picture">
                        <pic:nvPicPr>
                          <pic:cNvPr id="13" name="Picture 13"/>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961901"/>
                            <a:ext cx="2585085" cy="1243965"/>
                          </a:xfrm>
                          <a:prstGeom prst="rect">
                            <a:avLst/>
                          </a:prstGeom>
                          <a:noFill/>
                        </pic:spPr>
                      </pic:pic>
                      <wpg:grpSp>
                        <wpg:cNvPr id="64" name="Group 64"/>
                        <wpg:cNvGrpSpPr/>
                        <wpg:grpSpPr>
                          <a:xfrm>
                            <a:off x="3918857" y="0"/>
                            <a:ext cx="1808480" cy="6742958"/>
                            <a:chOff x="0" y="0"/>
                            <a:chExt cx="1808480" cy="6742958"/>
                          </a:xfrm>
                        </wpg:grpSpPr>
                        <pic:pic xmlns:pic="http://schemas.openxmlformats.org/drawingml/2006/picture">
                          <pic:nvPicPr>
                            <pic:cNvPr id="32" name="Picture 32"/>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86890" cy="971550"/>
                            </a:xfrm>
                            <a:prstGeom prst="rect">
                              <a:avLst/>
                            </a:prstGeom>
                            <a:noFill/>
                          </pic:spPr>
                        </pic:pic>
                        <pic:pic xmlns:pic="http://schemas.openxmlformats.org/drawingml/2006/picture">
                          <pic:nvPicPr>
                            <pic:cNvPr id="47" name="Picture 47"/>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0" y="1151907"/>
                              <a:ext cx="1804035" cy="971550"/>
                            </a:xfrm>
                            <a:prstGeom prst="rect">
                              <a:avLst/>
                            </a:prstGeom>
                            <a:noFill/>
                          </pic:spPr>
                        </pic:pic>
                        <pic:pic xmlns:pic="http://schemas.openxmlformats.org/drawingml/2006/picture">
                          <pic:nvPicPr>
                            <pic:cNvPr id="51" name="Picture 51"/>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0" y="2315688"/>
                              <a:ext cx="1799590" cy="971550"/>
                            </a:xfrm>
                            <a:prstGeom prst="rect">
                              <a:avLst/>
                            </a:prstGeom>
                            <a:noFill/>
                          </pic:spPr>
                        </pic:pic>
                        <pic:pic xmlns:pic="http://schemas.openxmlformats.org/drawingml/2006/picture">
                          <pic:nvPicPr>
                            <pic:cNvPr id="55" name="Picture 55"/>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0" y="3455720"/>
                              <a:ext cx="1786890" cy="971550"/>
                            </a:xfrm>
                            <a:prstGeom prst="rect">
                              <a:avLst/>
                            </a:prstGeom>
                            <a:noFill/>
                          </pic:spPr>
                        </pic:pic>
                        <pic:pic xmlns:pic="http://schemas.openxmlformats.org/drawingml/2006/picture">
                          <pic:nvPicPr>
                            <pic:cNvPr id="59" name="Picture 59"/>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0" y="4619501"/>
                              <a:ext cx="1808480" cy="971550"/>
                            </a:xfrm>
                            <a:prstGeom prst="rect">
                              <a:avLst/>
                            </a:prstGeom>
                            <a:noFill/>
                          </pic:spPr>
                        </pic:pic>
                        <pic:pic xmlns:pic="http://schemas.openxmlformats.org/drawingml/2006/picture">
                          <pic:nvPicPr>
                            <pic:cNvPr id="63" name="Picture 63"/>
                            <pic:cNvPicPr>
                              <a:picLocks noChangeAspect="1"/>
                            </pic:cNvPicPr>
                          </pic:nvPicPr>
                          <pic:blipFill>
                            <a:blip r:embed="rId15">
                              <a:extLst>
                                <a:ext uri="{28A0092B-C50C-407E-A947-70E740481C1C}">
                                  <a14:useLocalDpi xmlns:a14="http://schemas.microsoft.com/office/drawing/2010/main" val="0"/>
                                </a:ext>
                              </a:extLst>
                            </a:blip>
                            <a:srcRect/>
                            <a:stretch>
                              <a:fillRect/>
                            </a:stretch>
                          </pic:blipFill>
                          <pic:spPr bwMode="auto">
                            <a:xfrm>
                              <a:off x="0" y="5771408"/>
                              <a:ext cx="1804035" cy="971550"/>
                            </a:xfrm>
                            <a:prstGeom prst="rect">
                              <a:avLst/>
                            </a:prstGeom>
                            <a:noFill/>
                          </pic:spPr>
                        </pic:pic>
                      </wpg:grpSp>
                    </wpg:wgp>
                  </a:graphicData>
                </a:graphic>
              </wp:anchor>
            </w:drawing>
          </mc:Choice>
          <mc:Fallback>
            <w:pict>
              <v:group w14:anchorId="6F57DA6E" id="Group 69" o:spid="_x0000_s1026" style="position:absolute;margin-left:0;margin-top:17.5pt;width:450.95pt;height:530.9pt;z-index:251680768" coordsize="57273,674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8" o:spid="_x0000_s1027" type="#_x0000_t75" style="position:absolute;top:44413;width:25361;height:126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">
                  <v:imagedata r:id="rId16" o:title=""/>
                </v:shape>
                <v:shape id="Picture 23" o:spid="_x0000_s1028" type="#_x0000_t75" style="position:absolute;top:27432;width:25482;height:116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">
                  <v:imagedata r:id="rId17" o:title=""/>
                </v:shape>
                <v:shape id="Picture 13" o:spid="_x0000_s1029" type="#_x0000_t75" style="position:absolute;top:9619;width:25850;height:124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">
                  <v:imagedata r:id="rId18" o:title=""/>
                </v:shape>
                <v:group id="Group 64" o:spid="_x0000_s1030" style="position:absolute;left:39188;width:18085;height:67429" coordsize="18084,67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">
                  <v:shape id="Picture 32" o:spid="_x0000_s1031" type="#_x0000_t75" style="position:absolute;width:17868;height:9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">
                    <v:imagedata r:id="rId19" o:title=""/>
                  </v:shape>
                  <v:shape id="Picture 47" o:spid="_x0000_s1032" type="#_x0000_t75" style="position:absolute;top:11519;width:18040;height:9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">
                    <v:imagedata r:id="rId20" o:title=""/>
                  </v:shape>
                  <v:shape id="Picture 51" o:spid="_x0000_s1033" type="#_x0000_t75" style="position:absolute;top:23156;width:17995;height:97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">
                    <v:imagedata r:id="rId21" o:title=""/>
                  </v:shape>
                  <v:shape id="Picture 55" o:spid="_x0000_s1034" type="#_x0000_t75" style="position:absolute;top:34557;width:17868;height:9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">
                    <v:imagedata r:id="rId22" o:title=""/>
                  </v:shape>
                  <v:shape id="Picture 59" o:spid="_x0000_s1035" type="#_x0000_t75" style="position:absolute;top:46195;width:18084;height:9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">
                    <v:imagedata r:id="rId23" o:title=""/>
                  </v:shape>
                  <v:shape id="Picture 63" o:spid="_x0000_s1036" type="#_x0000_t75" style="position:absolute;top:57714;width:18040;height:9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">
                    <v:imagedata r:id="rId24" o:title=""/>
                  </v:shape>
                </v:group>
              </v:group>
            </w:pict>
          </mc:Fallback>
        </mc:AlternateContent>
      </w:r>
      <w:r w:rsidR="00894587" w:rsidRPr="00894587">
        <w:rPr>
          <w:sz w:val="28"/>
          <w:lang w:val="en-US"/>
        </w:rPr>
        <w:t xml:space="preserve">Which graph </w:t>
      </w:r>
      <w:r w:rsidR="00894587" w:rsidRPr="00894587">
        <w:rPr>
          <w:i/>
          <w:iCs/>
          <w:sz w:val="28"/>
          <w:lang w:val="en-US"/>
        </w:rPr>
        <w:t>best</w:t>
      </w:r>
      <w:r w:rsidR="00894587" w:rsidRPr="00894587">
        <w:rPr>
          <w:sz w:val="28"/>
          <w:lang w:val="en-US"/>
        </w:rPr>
        <w:t xml:space="preserve"> shows the motion of each ball?</w:t>
      </w:r>
    </w:p>
    <w:p w14:paraId="7D04B5B6" w14:textId="70ED874D" w:rsidR="00842602" w:rsidRPr="00894587" w:rsidRDefault="00894587" w:rsidP="00894587">
      <w:pPr>
        <w:spacing w:after="240"/>
        <w:rPr>
          <w:i/>
        </w:rPr>
      </w:pPr>
      <w:r w:rsidRPr="00894587">
        <w:rPr>
          <w:i/>
        </w:rPr>
        <w:t>Rule</w:t>
      </w:r>
      <w:r w:rsidR="00842602" w:rsidRPr="00894587">
        <w:rPr>
          <w:i/>
        </w:rPr>
        <w:t xml:space="preserve"> a line from the slope to the best graph.</w:t>
      </w:r>
    </w:p>
    <w:p w14:paraId="5CEA886B" w14:textId="64B56FA3" w:rsidR="00201AC2" w:rsidRPr="00201AC2" w:rsidRDefault="00F024B7" w:rsidP="00AE708C">
      <w:pPr>
        <w:tabs>
          <w:tab w:val="left" w:pos="6525"/>
          <w:tab w:val="left" w:pos="7035"/>
        </w:tabs>
        <w:spacing w:after="240"/>
        <w:rPr>
          <w:szCs w:val="18"/>
        </w:rPr>
      </w:pPr>
      <w:r>
        <w:rPr>
          <w:szCs w:val="18"/>
        </w:rPr>
        <w:tab/>
      </w:r>
      <w:r w:rsidR="00AE708C">
        <w:rPr>
          <w:szCs w:val="18"/>
        </w:rPr>
        <w:tab/>
      </w:r>
    </w:p>
    <w:p w14:paraId="2C804E02" w14:textId="3D6291D0" w:rsidR="00201AC2" w:rsidRPr="00201AC2" w:rsidRDefault="00201AC2" w:rsidP="006F3279">
      <w:pPr>
        <w:spacing w:after="240"/>
        <w:rPr>
          <w:szCs w:val="18"/>
        </w:rPr>
      </w:pPr>
    </w:p>
    <w:p w14:paraId="29E0FB04" w14:textId="710068B0" w:rsidR="00201AC2" w:rsidRDefault="00201AC2" w:rsidP="006F3279">
      <w:pPr>
        <w:spacing w:after="240"/>
        <w:rPr>
          <w:szCs w:val="18"/>
        </w:rPr>
      </w:pPr>
    </w:p>
    <w:p w14:paraId="513D7419" w14:textId="58A4FCE5" w:rsidR="00081367" w:rsidRPr="00201AC2" w:rsidRDefault="00081367" w:rsidP="006F3279">
      <w:pPr>
        <w:spacing w:after="240"/>
        <w:rPr>
          <w:szCs w:val="18"/>
        </w:rPr>
        <w:sectPr w:rsidR="00081367" w:rsidRPr="00201AC2" w:rsidSect="00642ECD">
          <w:headerReference w:type="default" r:id="rId25"/>
          <w:footerReference w:type="default" r:id="rId26"/>
          <w:pgSz w:w="11906" w:h="16838" w:code="9"/>
          <w:pgMar w:top="1440" w:right="1440" w:bottom="1440" w:left="1440" w:header="709" w:footer="567" w:gutter="0"/>
          <w:cols w:space="708"/>
          <w:docGrid w:linePitch="360"/>
        </w:sectPr>
      </w:pPr>
    </w:p>
    <w:p w14:paraId="25526325" w14:textId="717D256B" w:rsidR="007D333C" w:rsidRPr="006F3279" w:rsidRDefault="007D333C" w:rsidP="007D333C">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PFM4:</w:t>
      </w:r>
      <w:r w:rsidR="00907466">
        <w:rPr>
          <w:i/>
          <w:sz w:val="18"/>
          <w:szCs w:val="18"/>
        </w:rPr>
        <w:t xml:space="preserve"> </w:t>
      </w:r>
      <w:r>
        <w:rPr>
          <w:i/>
          <w:sz w:val="18"/>
          <w:szCs w:val="18"/>
        </w:rPr>
        <w:t>Measuring and calculating motion</w:t>
      </w:r>
      <w:r w:rsidRPr="00CA4B46">
        <w:rPr>
          <w:i/>
          <w:sz w:val="18"/>
          <w:szCs w:val="18"/>
        </w:rPr>
        <w:t xml:space="preserve"> &gt; </w:t>
      </w:r>
      <w:r>
        <w:rPr>
          <w:i/>
          <w:sz w:val="18"/>
          <w:szCs w:val="18"/>
        </w:rPr>
        <w:t>Key concept</w:t>
      </w:r>
      <w:r w:rsidRPr="00CA4B46">
        <w:rPr>
          <w:i/>
          <w:sz w:val="18"/>
          <w:szCs w:val="18"/>
        </w:rPr>
        <w:t xml:space="preserve"> </w:t>
      </w:r>
      <w:r>
        <w:rPr>
          <w:i/>
          <w:sz w:val="18"/>
          <w:szCs w:val="18"/>
        </w:rPr>
        <w:t>PFM4.3: Velocity-time graphs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78858B84" w14:textId="77777777" w:rsidTr="002C79AE">
        <w:tc>
          <w:tcPr>
            <w:tcW w:w="12021" w:type="dxa"/>
            <w:shd w:val="clear" w:color="auto" w:fill="B2A1C7" w:themeFill="accent4" w:themeFillTint="99"/>
          </w:tcPr>
          <w:p w14:paraId="1C2CAA14" w14:textId="77777777"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14:paraId="412D3AF7" w14:textId="77777777" w:rsidTr="002C79AE">
        <w:tc>
          <w:tcPr>
            <w:tcW w:w="12021" w:type="dxa"/>
            <w:shd w:val="clear" w:color="auto" w:fill="CCC0D9" w:themeFill="accent4" w:themeFillTint="66"/>
          </w:tcPr>
          <w:p w14:paraId="36464762" w14:textId="6E44DD76" w:rsidR="006F3279" w:rsidRPr="00CA4B46" w:rsidRDefault="00C61668" w:rsidP="006F3279">
            <w:pPr>
              <w:spacing w:after="60"/>
              <w:ind w:left="1304"/>
              <w:rPr>
                <w:b/>
                <w:sz w:val="40"/>
                <w:szCs w:val="40"/>
              </w:rPr>
            </w:pPr>
            <w:r>
              <w:rPr>
                <w:b/>
                <w:sz w:val="40"/>
                <w:szCs w:val="40"/>
              </w:rPr>
              <w:t>Choosing the graph</w:t>
            </w:r>
          </w:p>
        </w:tc>
      </w:tr>
    </w:tbl>
    <w:p w14:paraId="7F3BF0B1" w14:textId="77777777" w:rsidR="006F3279" w:rsidRDefault="006F3279" w:rsidP="00E172C6">
      <w:pPr>
        <w:spacing w:after="180"/>
        <w:rPr>
          <w:b/>
        </w:rPr>
      </w:pPr>
    </w:p>
    <w:p w14:paraId="398DA3C6" w14:textId="77777777"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14:paraId="5A99AB51" w14:textId="77777777" w:rsidTr="003F16F9">
        <w:trPr>
          <w:trHeight w:val="340"/>
        </w:trPr>
        <w:tc>
          <w:tcPr>
            <w:tcW w:w="2196" w:type="dxa"/>
          </w:tcPr>
          <w:p w14:paraId="09D0A4F2" w14:textId="77777777" w:rsidR="003F16F9" w:rsidRDefault="003F16F9" w:rsidP="009F2253">
            <w:pPr>
              <w:spacing w:before="60" w:after="60"/>
            </w:pPr>
            <w:r>
              <w:t xml:space="preserve">Learning </w:t>
            </w:r>
            <w:r w:rsidR="009F2253">
              <w:t>focus</w:t>
            </w:r>
            <w:r>
              <w:t>:</w:t>
            </w:r>
          </w:p>
        </w:tc>
        <w:tc>
          <w:tcPr>
            <w:tcW w:w="6820" w:type="dxa"/>
          </w:tcPr>
          <w:p w14:paraId="24548C5E" w14:textId="5827F734" w:rsidR="003F16F9" w:rsidRDefault="00907466" w:rsidP="0007651D">
            <w:pPr>
              <w:spacing w:before="60" w:after="60"/>
            </w:pPr>
            <w:r w:rsidRPr="00724104">
              <w:t>A velocity-time graph of an object moving in one dimension can be read to find the object’s velocity at any moment of time. The gradient of the graph at a given time gives the object’s acceleration; and the area under the graph between any two times gives the change in the object’s displacement, or the distance it has travelled.</w:t>
            </w:r>
          </w:p>
        </w:tc>
      </w:tr>
      <w:tr w:rsidR="003F16F9" w14:paraId="221A4723" w14:textId="77777777" w:rsidTr="003F16F9">
        <w:trPr>
          <w:trHeight w:val="340"/>
        </w:trPr>
        <w:tc>
          <w:tcPr>
            <w:tcW w:w="2196" w:type="dxa"/>
          </w:tcPr>
          <w:p w14:paraId="544E32F8" w14:textId="77777777" w:rsidR="003F16F9" w:rsidRDefault="00B75483" w:rsidP="003F16F9">
            <w:pPr>
              <w:spacing w:before="60" w:after="60"/>
            </w:pPr>
            <w:r>
              <w:t>Observable learning outcome</w:t>
            </w:r>
            <w:r w:rsidR="003F16F9">
              <w:t>:</w:t>
            </w:r>
          </w:p>
        </w:tc>
        <w:tc>
          <w:tcPr>
            <w:tcW w:w="6820" w:type="dxa"/>
          </w:tcPr>
          <w:p w14:paraId="57062730" w14:textId="67C7F9DD" w:rsidR="003F16F9" w:rsidRPr="00A50C9C" w:rsidRDefault="00A6411E" w:rsidP="0007651D">
            <w:pPr>
              <w:spacing w:before="60" w:after="60"/>
              <w:rPr>
                <w:b/>
              </w:rPr>
            </w:pPr>
            <w:r w:rsidRPr="00A6411E">
              <w:t>Describe the motion of an object from a velocity-time graph, and identify the velocity-time graph from a description of motion.</w:t>
            </w:r>
          </w:p>
        </w:tc>
      </w:tr>
      <w:tr w:rsidR="000505CA" w14:paraId="71AF409B" w14:textId="77777777" w:rsidTr="003F16F9">
        <w:trPr>
          <w:trHeight w:val="340"/>
        </w:trPr>
        <w:tc>
          <w:tcPr>
            <w:tcW w:w="2196" w:type="dxa"/>
          </w:tcPr>
          <w:p w14:paraId="6527D65D" w14:textId="77777777" w:rsidR="000505CA" w:rsidRDefault="00AA5B77" w:rsidP="000505CA">
            <w:pPr>
              <w:spacing w:before="60" w:after="60"/>
            </w:pPr>
            <w:r>
              <w:t>Question</w:t>
            </w:r>
            <w:r w:rsidR="000505CA">
              <w:t xml:space="preserve"> type:</w:t>
            </w:r>
          </w:p>
        </w:tc>
        <w:tc>
          <w:tcPr>
            <w:tcW w:w="6820" w:type="dxa"/>
          </w:tcPr>
          <w:p w14:paraId="4457A705" w14:textId="3ABF16D6" w:rsidR="000505CA" w:rsidRDefault="009F3DD8" w:rsidP="0021607B">
            <w:pPr>
              <w:spacing w:before="60" w:after="60"/>
            </w:pPr>
            <w:r>
              <w:t>Linking ideas</w:t>
            </w:r>
          </w:p>
        </w:tc>
      </w:tr>
      <w:tr w:rsidR="000505CA" w14:paraId="409BE802" w14:textId="77777777" w:rsidTr="003F16F9">
        <w:trPr>
          <w:trHeight w:val="340"/>
        </w:trPr>
        <w:tc>
          <w:tcPr>
            <w:tcW w:w="2196" w:type="dxa"/>
          </w:tcPr>
          <w:p w14:paraId="6B4E79AF" w14:textId="77777777" w:rsidR="000505CA" w:rsidRDefault="000505CA" w:rsidP="000505CA">
            <w:pPr>
              <w:spacing w:before="60" w:after="60"/>
            </w:pPr>
            <w:r>
              <w:t>Key words:</w:t>
            </w:r>
          </w:p>
        </w:tc>
        <w:tc>
          <w:tcPr>
            <w:tcW w:w="6820" w:type="dxa"/>
            <w:tcBorders>
              <w:bottom w:val="dotted" w:sz="4" w:space="0" w:color="auto"/>
            </w:tcBorders>
          </w:tcPr>
          <w:p w14:paraId="3C9F26AF" w14:textId="073CE7E6" w:rsidR="000505CA" w:rsidRDefault="009F3DD8" w:rsidP="000505CA">
            <w:pPr>
              <w:spacing w:before="60" w:after="60"/>
            </w:pPr>
            <w:r>
              <w:t>Speed, time, graph</w:t>
            </w:r>
          </w:p>
        </w:tc>
      </w:tr>
    </w:tbl>
    <w:p w14:paraId="382065CD" w14:textId="77777777" w:rsidR="00D04A0D" w:rsidRDefault="00D04A0D" w:rsidP="000505CA">
      <w:pPr>
        <w:spacing w:after="180"/>
        <w:rPr>
          <w:highlight w:val="yellow"/>
        </w:rPr>
      </w:pPr>
    </w:p>
    <w:p w14:paraId="539DCE4B" w14:textId="77777777"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14:paraId="4679AE2B" w14:textId="77777777" w:rsidR="00907466" w:rsidRDefault="00907466" w:rsidP="000F1F2D">
      <w:pPr>
        <w:spacing w:after="180"/>
        <w:rPr>
          <w:bCs/>
        </w:rPr>
      </w:pPr>
      <w:bookmarkStart w:id="0" w:name="_Hlk81237021"/>
      <w:bookmarkStart w:id="1" w:name="_Hlk81236926"/>
      <w:r w:rsidRPr="00907466">
        <w:rPr>
          <w:bCs/>
        </w:rPr>
        <w:t>The visual presentation of data in graphical form makes graphs valuable for analysing data and, perhaps more importantly, for showing relationships between data sets (Rogers, in Carson, 1999). It is common for teachers to assume students can readily extract information from graphs when this is not necessarily the case (</w:t>
      </w:r>
      <w:proofErr w:type="spellStart"/>
      <w:r w:rsidRPr="00907466">
        <w:rPr>
          <w:bCs/>
        </w:rPr>
        <w:t>Beichner</w:t>
      </w:r>
      <w:proofErr w:type="spellEnd"/>
      <w:r w:rsidRPr="00907466">
        <w:rPr>
          <w:bCs/>
        </w:rPr>
        <w:t xml:space="preserve">, 1994). Misunderstandings and difficulties in interpreting graphs arise even when students have a good understanding of kinematic concepts (position, displacement, velocity and acceleration) and are evident amongst different student populations and across different academic levels (McDermott, Rosenquist and van Zee, 1987). Even when students have the necessary mathematical knowledge about how to plot and read graphs, and how to calculate gradients and areas, they may struggle with the same skills in a physics context (McDermott, Rosenquist and van Zee, 1987; </w:t>
      </w:r>
      <w:proofErr w:type="spellStart"/>
      <w:r w:rsidRPr="00907466">
        <w:rPr>
          <w:bCs/>
        </w:rPr>
        <w:t>Bollen</w:t>
      </w:r>
      <w:proofErr w:type="spellEnd"/>
      <w:r w:rsidRPr="00907466">
        <w:rPr>
          <w:bCs/>
        </w:rPr>
        <w:t xml:space="preserve"> et al., 2016).</w:t>
      </w:r>
    </w:p>
    <w:bookmarkEnd w:id="0"/>
    <w:bookmarkEnd w:id="1"/>
    <w:p w14:paraId="101856EF" w14:textId="77777777" w:rsidR="00907466" w:rsidRDefault="00907466" w:rsidP="00026DEC">
      <w:pPr>
        <w:spacing w:after="180"/>
      </w:pPr>
      <w:r w:rsidRPr="00907466">
        <w:t xml:space="preserve">A common error that some students make is to see a graph as a literal picture of a physical situation and, rather than viewing a graph as a mathematical representation of a motion, they may see it as a sort of ‘photograph’ that duplicates the motion (Clement, 1985; </w:t>
      </w:r>
      <w:proofErr w:type="spellStart"/>
      <w:r w:rsidRPr="00907466">
        <w:t>Leinhardt</w:t>
      </w:r>
      <w:proofErr w:type="spellEnd"/>
      <w:r w:rsidRPr="00907466">
        <w:t xml:space="preserve">, </w:t>
      </w:r>
      <w:proofErr w:type="spellStart"/>
      <w:r w:rsidRPr="00907466">
        <w:t>Zaslavsky</w:t>
      </w:r>
      <w:proofErr w:type="spellEnd"/>
      <w:r w:rsidRPr="00907466">
        <w:t xml:space="preserve"> and Stein, 1990; </w:t>
      </w:r>
      <w:proofErr w:type="spellStart"/>
      <w:r w:rsidRPr="00907466">
        <w:t>Beichner</w:t>
      </w:r>
      <w:proofErr w:type="spellEnd"/>
      <w:r w:rsidRPr="00907466">
        <w:t xml:space="preserve">, 1994; </w:t>
      </w:r>
      <w:proofErr w:type="spellStart"/>
      <w:r w:rsidRPr="00907466">
        <w:t>Bollen</w:t>
      </w:r>
      <w:proofErr w:type="spellEnd"/>
      <w:r w:rsidRPr="00907466">
        <w:t xml:space="preserve"> et al., 2016). This can make it hard for them to describe qualitatively a motion represented by a graph, or to draw the shape of a graph from a description of a motion.</w:t>
      </w:r>
    </w:p>
    <w:p w14:paraId="61AFC5B8" w14:textId="3038DA38"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14:paraId="0EF865A0" w14:textId="77777777" w:rsidR="00271CFB" w:rsidRPr="00AE7928" w:rsidRDefault="00271CFB" w:rsidP="00271CFB">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14:paraId="6A5F608C" w14:textId="77777777" w:rsidR="00271CFB" w:rsidRDefault="00271CFB" w:rsidP="00271CFB">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14:paraId="6807C841" w14:textId="77777777" w:rsidR="00271CFB" w:rsidRPr="00816065" w:rsidRDefault="00271CFB" w:rsidP="00271CFB">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 xml:space="preserve">This sort of discussion gives </w:t>
      </w:r>
      <w:r w:rsidRPr="00816065">
        <w:rPr>
          <w:rFonts w:cstheme="minorHAnsi"/>
        </w:rPr>
        <w:lastRenderedPageBreak/>
        <w:t>students the opportunity to explore their thinking and for you to really understand their learning needs.</w:t>
      </w:r>
      <w:r>
        <w:rPr>
          <w:rFonts w:cstheme="minorHAnsi"/>
        </w:rPr>
        <w:t xml:space="preserve"> </w:t>
      </w:r>
    </w:p>
    <w:p w14:paraId="0D9A46F3" w14:textId="77777777" w:rsidR="00271CFB" w:rsidRDefault="00271CFB" w:rsidP="00271CFB">
      <w:pPr>
        <w:spacing w:after="180"/>
        <w:rPr>
          <w:rFonts w:cstheme="minorHAnsi"/>
          <w:i/>
        </w:rPr>
      </w:pPr>
      <w:r w:rsidRPr="00AE7928">
        <w:rPr>
          <w:rFonts w:cstheme="minorHAnsi"/>
          <w:i/>
        </w:rPr>
        <w:t>Differentiation</w:t>
      </w:r>
    </w:p>
    <w:p w14:paraId="731FA32F" w14:textId="4352005B" w:rsidR="00907466" w:rsidRPr="00907466" w:rsidRDefault="00271CFB" w:rsidP="00907466">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w:t>
      </w:r>
      <w:r w:rsidR="00907466">
        <w:rPr>
          <w:rFonts w:cstheme="minorHAnsi"/>
        </w:rPr>
        <w:t>,</w:t>
      </w:r>
      <w:r w:rsidRPr="00AE7928">
        <w:rPr>
          <w:rFonts w:cstheme="minorHAnsi"/>
        </w:rPr>
        <w:t xml:space="preserve"> it may be more appropriate for a teaching assistant to read for one or two students.</w:t>
      </w:r>
    </w:p>
    <w:p w14:paraId="5AD1A741" w14:textId="455524F4" w:rsidR="00E172C6" w:rsidRDefault="00BB44B4" w:rsidP="00026DEC">
      <w:pPr>
        <w:spacing w:after="180"/>
        <w:rPr>
          <w:b/>
          <w:color w:val="5F497A" w:themeColor="accent4" w:themeShade="BF"/>
          <w:sz w:val="24"/>
        </w:rPr>
      </w:pPr>
      <w:r w:rsidRPr="002C79AE">
        <w:rPr>
          <w:b/>
          <w:color w:val="5F497A" w:themeColor="accent4" w:themeShade="BF"/>
          <w:sz w:val="24"/>
        </w:rPr>
        <w:t>Expected answers</w:t>
      </w:r>
    </w:p>
    <w:p w14:paraId="6E778166" w14:textId="052F80B0" w:rsidR="00907466" w:rsidRDefault="00907466" w:rsidP="00907466">
      <w:pPr>
        <w:spacing w:after="180"/>
        <w:jc w:val="center"/>
        <w:rPr>
          <w:b/>
          <w:color w:val="5F497A" w:themeColor="accent4" w:themeShade="BF"/>
          <w:sz w:val="24"/>
        </w:rPr>
      </w:pPr>
      <w:r>
        <w:rPr>
          <w:b/>
          <w:noProof/>
          <w:color w:val="5F497A" w:themeColor="accent4" w:themeShade="BF"/>
          <w:sz w:val="24"/>
        </w:rPr>
        <w:drawing>
          <wp:inline distT="0" distB="0" distL="0" distR="0" wp14:anchorId="0A68821C" wp14:editId="5E460EAA">
            <wp:extent cx="3216016" cy="3788228"/>
            <wp:effectExtent l="0" t="0" r="3810" b="3175"/>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232869" cy="3808079"/>
                    </a:xfrm>
                    <a:prstGeom prst="rect">
                      <a:avLst/>
                    </a:prstGeom>
                    <a:noFill/>
                  </pic:spPr>
                </pic:pic>
              </a:graphicData>
            </a:graphic>
          </wp:inline>
        </w:drawing>
      </w:r>
    </w:p>
    <w:p w14:paraId="0010E65F" w14:textId="21A47F68"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14:paraId="10351FFE" w14:textId="650F4ACA" w:rsidR="003B5448" w:rsidRDefault="00765EA8" w:rsidP="00A01222">
      <w:pPr>
        <w:spacing w:after="180"/>
      </w:pPr>
      <w:r>
        <w:t>The graphs here are speed-time rather than velocity-time graphs as the motion takes place in two dimensions</w:t>
      </w:r>
      <w:r w:rsidR="003B5448">
        <w:t xml:space="preserve"> for two of the slopes </w:t>
      </w:r>
      <w:r w:rsidR="00907466">
        <w:t>and</w:t>
      </w:r>
      <w:r w:rsidR="003B5448">
        <w:t xml:space="preserve"> it is not possible to show velocity on a two-dimensional velocity-time graph.</w:t>
      </w:r>
      <w:r w:rsidR="00B909B8">
        <w:t xml:space="preserve"> </w:t>
      </w:r>
      <w:r w:rsidR="00F50720">
        <w:t>There are no numbers on the graphs so that students have to think qualitatively about the graphs and how they represent the physical situation.</w:t>
      </w:r>
    </w:p>
    <w:p w14:paraId="2362869B" w14:textId="6864C8CB" w:rsidR="00A01222" w:rsidRDefault="00765EA8" w:rsidP="00A01222">
      <w:pPr>
        <w:spacing w:after="180"/>
      </w:pPr>
      <w:r w:rsidRPr="00765EA8">
        <w:t>Students who choose the speed-time graph that is the same shape as the slope</w:t>
      </w:r>
      <w:r>
        <w:t xml:space="preserve"> </w:t>
      </w:r>
      <w:r w:rsidR="00907466">
        <w:t xml:space="preserve">probably </w:t>
      </w:r>
      <w:r>
        <w:t>have the graph-as-</w:t>
      </w:r>
      <w:r w:rsidR="00907466">
        <w:t>a-</w:t>
      </w:r>
      <w:r>
        <w:t>picture misconception</w:t>
      </w:r>
      <w:r w:rsidR="000A753B">
        <w:t xml:space="preserve"> </w:t>
      </w:r>
      <w:r>
        <w:t>about motion graphs.</w:t>
      </w:r>
      <w:r w:rsidR="00B909B8">
        <w:t xml:space="preserve"> </w:t>
      </w:r>
      <w:r w:rsidR="003B5448">
        <w:t>They see the shape of the slope and choose the graph that has the same shape without thinking about how the speed of the ball changes.</w:t>
      </w:r>
    </w:p>
    <w:p w14:paraId="435CDC40" w14:textId="5583C97C" w:rsidR="00F70CC0" w:rsidRDefault="003B5448" w:rsidP="00907466">
      <w:pPr>
        <w:spacing w:after="180"/>
      </w:pPr>
      <w:r>
        <w:t>In the case of the first slope, the ball accelerates steadily, so that the speed-time graph is a straight line.</w:t>
      </w:r>
      <w:r w:rsidR="00B909B8">
        <w:t xml:space="preserve"> </w:t>
      </w:r>
      <w:r w:rsidR="00F70CC0">
        <w:t xml:space="preserve">If students do not choose the graph with the same shape as the slope, they are likely to choose the correct </w:t>
      </w:r>
      <w:r w:rsidR="006460FB">
        <w:t>straight-line</w:t>
      </w:r>
      <w:r w:rsidR="00F70CC0">
        <w:t xml:space="preserve"> graph.</w:t>
      </w:r>
    </w:p>
    <w:p w14:paraId="5A7ACDBF" w14:textId="0AE06D08" w:rsidR="00F70CC0" w:rsidRDefault="003B5448" w:rsidP="00A01222">
      <w:pPr>
        <w:spacing w:after="180"/>
      </w:pPr>
      <w:r>
        <w:t xml:space="preserve">When rolling down the second slope, the ball will accelerate quickly at </w:t>
      </w:r>
      <w:r w:rsidR="006460FB">
        <w:t>first</w:t>
      </w:r>
      <w:r>
        <w:t xml:space="preserve">, and then more and more slowly, so that the speed-time graph is initially steep, and then less and less so. </w:t>
      </w:r>
      <w:r w:rsidR="00F70CC0">
        <w:t>If students avoid the distractor that is the same shape as the slope, they then have to</w:t>
      </w:r>
      <w:r w:rsidR="00A9596F">
        <w:t xml:space="preserve"> think about how the speed changes in order to</w:t>
      </w:r>
      <w:r w:rsidR="00F70CC0">
        <w:t xml:space="preserve"> select the correct curve. Ask students about their choices to ensure it is not just a guess.</w:t>
      </w:r>
    </w:p>
    <w:p w14:paraId="58AF82DC" w14:textId="4C4EAB29" w:rsidR="003B5448" w:rsidRDefault="003B5448" w:rsidP="00A01222">
      <w:pPr>
        <w:spacing w:after="180"/>
      </w:pPr>
      <w:r>
        <w:lastRenderedPageBreak/>
        <w:t xml:space="preserve">For the third slope, the acceleration increases as the ball rolls down the slope, </w:t>
      </w:r>
      <w:r w:rsidR="00907466">
        <w:t>and</w:t>
      </w:r>
      <w:r>
        <w:t xml:space="preserve"> the gradient of the speed-time graph </w:t>
      </w:r>
      <w:r w:rsidR="00907466">
        <w:t>similarly</w:t>
      </w:r>
      <w:r>
        <w:t xml:space="preserve"> increases.</w:t>
      </w:r>
      <w:r w:rsidR="00B909B8">
        <w:t xml:space="preserve"> </w:t>
      </w:r>
      <w:r w:rsidR="00F70CC0">
        <w:t xml:space="preserve">As for the second slope, if students avoid the </w:t>
      </w:r>
      <w:r w:rsidR="00A9596F">
        <w:t>distractor,</w:t>
      </w:r>
      <w:r w:rsidR="00F70CC0">
        <w:t xml:space="preserve"> it is important to explore students’ thinking to ensure that they are not just guessing.</w:t>
      </w:r>
    </w:p>
    <w:p w14:paraId="7BCA957A" w14:textId="70097A0E" w:rsidR="00765EA8" w:rsidRPr="00765EA8" w:rsidRDefault="00765EA8" w:rsidP="00A01222">
      <w:pPr>
        <w:spacing w:after="180"/>
      </w:pPr>
      <w:r>
        <w:t>In all cases here, if the ball is released from rest, then the graph must start from a speed of zero.</w:t>
      </w:r>
    </w:p>
    <w:p w14:paraId="46E31074" w14:textId="1EF3B036" w:rsidR="00304B22" w:rsidRDefault="00A01222" w:rsidP="00A01222">
      <w:pPr>
        <w:spacing w:after="180"/>
      </w:pPr>
      <w:r w:rsidRPr="004F039C">
        <w:t xml:space="preserve">If students have </w:t>
      </w:r>
      <w:r w:rsidR="004B1C32">
        <w:t>misunderstanding</w:t>
      </w:r>
      <w:r w:rsidRPr="004F039C">
        <w:t xml:space="preserve">s about </w:t>
      </w:r>
      <w:r w:rsidR="00F50720">
        <w:t xml:space="preserve">the shape of the graph, </w:t>
      </w:r>
      <w:r w:rsidR="00304B22">
        <w:t>they ma</w:t>
      </w:r>
      <w:r w:rsidR="00304B22">
        <w:t>y</w:t>
      </w:r>
      <w:r w:rsidR="00304B22" w:rsidRPr="00153245">
        <w:t xml:space="preserve"> see the graph as a literal picture </w:t>
      </w:r>
      <w:r w:rsidR="00304B22">
        <w:t xml:space="preserve">or need support to understand how the speed of the ball changes down the different slopes. </w:t>
      </w:r>
    </w:p>
    <w:p w14:paraId="1DAA5499" w14:textId="77777777" w:rsidR="00304B22" w:rsidRPr="00153245" w:rsidRDefault="00304B22" w:rsidP="00304B22">
      <w:pPr>
        <w:spacing w:after="180"/>
      </w:pPr>
      <w:r>
        <w:t>The</w:t>
      </w:r>
      <w:r w:rsidRPr="00153245">
        <w:t xml:space="preserve"> following BEST ‘response activit</w:t>
      </w:r>
      <w:r>
        <w:t>y</w:t>
      </w:r>
      <w:r w:rsidRPr="00153245">
        <w:t xml:space="preserve">’ could be used </w:t>
      </w:r>
      <w:r>
        <w:t xml:space="preserve">to develop these aspects of understanding </w:t>
      </w:r>
      <w:r w:rsidRPr="00153245">
        <w:t>in follow-up to this diagnostic question:</w:t>
      </w:r>
    </w:p>
    <w:p w14:paraId="4F91E095" w14:textId="68E51A5B" w:rsidR="00A01222" w:rsidRPr="00F50720" w:rsidRDefault="00A01222" w:rsidP="00A01222">
      <w:pPr>
        <w:pStyle w:val="ListParagraph"/>
        <w:numPr>
          <w:ilvl w:val="0"/>
          <w:numId w:val="1"/>
        </w:numPr>
        <w:spacing w:after="180"/>
      </w:pPr>
      <w:r w:rsidRPr="00F50720">
        <w:t xml:space="preserve">Response </w:t>
      </w:r>
      <w:r w:rsidR="00F2483A" w:rsidRPr="00F50720">
        <w:t>activity</w:t>
      </w:r>
      <w:r w:rsidRPr="00F50720">
        <w:t xml:space="preserve">: </w:t>
      </w:r>
      <w:r w:rsidR="00F50720">
        <w:t>Shaping the graph</w:t>
      </w:r>
    </w:p>
    <w:p w14:paraId="2A618953" w14:textId="77777777"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14:paraId="7ADDFCC8" w14:textId="4EF46B54" w:rsidR="00D278E8" w:rsidRDefault="00D278E8" w:rsidP="00E172C6">
      <w:pPr>
        <w:spacing w:after="180"/>
      </w:pPr>
      <w:r>
        <w:t xml:space="preserve">Developed </w:t>
      </w:r>
      <w:r w:rsidR="0015356E">
        <w:t xml:space="preserve">by </w:t>
      </w:r>
      <w:r w:rsidR="007D333C">
        <w:t>Simon Carson (UYSEG)</w:t>
      </w:r>
      <w:r w:rsidR="007C0C6C">
        <w:t>, based on EPSE question F6-32.</w:t>
      </w:r>
    </w:p>
    <w:p w14:paraId="3137775F" w14:textId="3A35600D" w:rsidR="00CC78A5" w:rsidRDefault="00D278E8" w:rsidP="00E172C6">
      <w:pPr>
        <w:spacing w:after="180"/>
      </w:pPr>
      <w:r w:rsidRPr="0045323E">
        <w:t xml:space="preserve">Images: </w:t>
      </w:r>
      <w:r w:rsidR="007D333C">
        <w:t>Simon Carson (UYSEG)</w:t>
      </w:r>
    </w:p>
    <w:p w14:paraId="37EB54F3" w14:textId="26B36A2F" w:rsidR="00B46FF9" w:rsidRDefault="003117F6" w:rsidP="00E24309">
      <w:pPr>
        <w:spacing w:after="180"/>
        <w:rPr>
          <w:b/>
          <w:color w:val="5F497A" w:themeColor="accent4" w:themeShade="BF"/>
          <w:sz w:val="24"/>
        </w:rPr>
      </w:pPr>
      <w:r w:rsidRPr="002C79AE">
        <w:rPr>
          <w:b/>
          <w:color w:val="5F497A" w:themeColor="accent4" w:themeShade="BF"/>
          <w:sz w:val="24"/>
        </w:rPr>
        <w:t>References</w:t>
      </w:r>
    </w:p>
    <w:p w14:paraId="02E53ADF" w14:textId="77777777" w:rsidR="00A815BA" w:rsidRPr="00A815BA" w:rsidRDefault="00A815BA" w:rsidP="00304B22">
      <w:pPr>
        <w:pStyle w:val="Bibliography"/>
        <w:spacing w:after="120"/>
        <w:ind w:left="425" w:hanging="425"/>
        <w:rPr>
          <w:rFonts w:ascii="Calibri" w:hAnsi="Calibri" w:cs="Calibri"/>
        </w:rPr>
      </w:pPr>
      <w:r>
        <w:rPr>
          <w:b/>
          <w:color w:val="5F497A" w:themeColor="accent4" w:themeShade="BF"/>
          <w:szCs w:val="20"/>
        </w:rPr>
        <w:fldChar w:fldCharType="begin"/>
      </w:r>
      <w:r>
        <w:rPr>
          <w:b/>
          <w:color w:val="5F497A" w:themeColor="accent4" w:themeShade="BF"/>
          <w:szCs w:val="20"/>
        </w:rPr>
        <w:instrText xml:space="preserve"> ADDIN ZOTERO_BIBL {"uncited":[],"omitted":[],"custom":[]} CSL_BIBLIOGRAPHY </w:instrText>
      </w:r>
      <w:r>
        <w:rPr>
          <w:b/>
          <w:color w:val="5F497A" w:themeColor="accent4" w:themeShade="BF"/>
          <w:szCs w:val="20"/>
        </w:rPr>
        <w:fldChar w:fldCharType="separate"/>
      </w:r>
      <w:proofErr w:type="spellStart"/>
      <w:r w:rsidRPr="00A815BA">
        <w:rPr>
          <w:rFonts w:ascii="Calibri" w:hAnsi="Calibri" w:cs="Calibri"/>
        </w:rPr>
        <w:t>Beichner</w:t>
      </w:r>
      <w:proofErr w:type="spellEnd"/>
      <w:r w:rsidRPr="00A815BA">
        <w:rPr>
          <w:rFonts w:ascii="Calibri" w:hAnsi="Calibri" w:cs="Calibri"/>
        </w:rPr>
        <w:t xml:space="preserve">, R. J. (1994) ‘Testing student interpretation of kinematics graphs’, </w:t>
      </w:r>
      <w:r w:rsidRPr="00A815BA">
        <w:rPr>
          <w:rFonts w:ascii="Calibri" w:hAnsi="Calibri" w:cs="Calibri"/>
          <w:i/>
          <w:iCs/>
        </w:rPr>
        <w:t>American Journal of Physics</w:t>
      </w:r>
      <w:r w:rsidRPr="00A815BA">
        <w:rPr>
          <w:rFonts w:ascii="Calibri" w:hAnsi="Calibri" w:cs="Calibri"/>
        </w:rPr>
        <w:t>, 62(8), pp. 750–762. doi: 10.1119/1.17449.</w:t>
      </w:r>
    </w:p>
    <w:p w14:paraId="2F103668" w14:textId="77777777" w:rsidR="00A815BA" w:rsidRPr="00A815BA" w:rsidRDefault="00A815BA" w:rsidP="00304B22">
      <w:pPr>
        <w:pStyle w:val="Bibliography"/>
        <w:spacing w:after="120"/>
        <w:ind w:left="425" w:hanging="425"/>
        <w:rPr>
          <w:rFonts w:ascii="Calibri" w:hAnsi="Calibri" w:cs="Calibri"/>
        </w:rPr>
      </w:pPr>
      <w:r w:rsidRPr="00A815BA">
        <w:rPr>
          <w:rFonts w:ascii="Calibri" w:hAnsi="Calibri" w:cs="Calibri"/>
        </w:rPr>
        <w:t xml:space="preserve">Bollen, L. </w:t>
      </w:r>
      <w:r w:rsidRPr="00A815BA">
        <w:rPr>
          <w:rFonts w:ascii="Calibri" w:hAnsi="Calibri" w:cs="Calibri"/>
          <w:i/>
          <w:iCs/>
        </w:rPr>
        <w:t>et al.</w:t>
      </w:r>
      <w:r w:rsidRPr="00A815BA">
        <w:rPr>
          <w:rFonts w:ascii="Calibri" w:hAnsi="Calibri" w:cs="Calibri"/>
        </w:rPr>
        <w:t xml:space="preserve"> (2016) ‘Generalizing a categorization of students’ interpretations of linear kinematics graphs’, </w:t>
      </w:r>
      <w:r w:rsidRPr="00A815BA">
        <w:rPr>
          <w:rFonts w:ascii="Calibri" w:hAnsi="Calibri" w:cs="Calibri"/>
          <w:i/>
          <w:iCs/>
        </w:rPr>
        <w:t>Physical Review Physics Education Research</w:t>
      </w:r>
      <w:r w:rsidRPr="00A815BA">
        <w:rPr>
          <w:rFonts w:ascii="Calibri" w:hAnsi="Calibri" w:cs="Calibri"/>
        </w:rPr>
        <w:t>, 12(1), p. 010108. doi: 10.1103/PhysRevPhysEducRes.12.010108.</w:t>
      </w:r>
    </w:p>
    <w:p w14:paraId="1C0412DF" w14:textId="77777777" w:rsidR="00A815BA" w:rsidRPr="00A815BA" w:rsidRDefault="00A815BA" w:rsidP="00304B22">
      <w:pPr>
        <w:pStyle w:val="Bibliography"/>
        <w:spacing w:after="120"/>
        <w:ind w:left="425" w:hanging="425"/>
        <w:rPr>
          <w:rFonts w:ascii="Calibri" w:hAnsi="Calibri" w:cs="Calibri"/>
        </w:rPr>
      </w:pPr>
      <w:r w:rsidRPr="00A815BA">
        <w:rPr>
          <w:rFonts w:ascii="Calibri" w:hAnsi="Calibri" w:cs="Calibri"/>
        </w:rPr>
        <w:t xml:space="preserve">Carson, S. (1999) </w:t>
      </w:r>
      <w:r w:rsidRPr="00A815BA">
        <w:rPr>
          <w:rFonts w:ascii="Calibri" w:hAnsi="Calibri" w:cs="Calibri"/>
          <w:i/>
          <w:iCs/>
        </w:rPr>
        <w:t>Physics in mathematical mood</w:t>
      </w:r>
      <w:r w:rsidRPr="00A815BA">
        <w:rPr>
          <w:rFonts w:ascii="Calibri" w:hAnsi="Calibri" w:cs="Calibri"/>
        </w:rPr>
        <w:t>. Bristol: Institute of Physics Pub.</w:t>
      </w:r>
    </w:p>
    <w:p w14:paraId="6354AC62" w14:textId="32E339BE" w:rsidR="00A815BA" w:rsidRPr="00A815BA" w:rsidRDefault="00A815BA" w:rsidP="00304B22">
      <w:pPr>
        <w:pStyle w:val="Bibliography"/>
        <w:spacing w:after="120"/>
        <w:ind w:left="425" w:hanging="425"/>
        <w:rPr>
          <w:rFonts w:ascii="Calibri" w:hAnsi="Calibri" w:cs="Calibri"/>
        </w:rPr>
      </w:pPr>
      <w:r w:rsidRPr="00A815BA">
        <w:rPr>
          <w:rFonts w:ascii="Calibri" w:hAnsi="Calibri" w:cs="Calibri"/>
        </w:rPr>
        <w:t>Clement, J. (1985) ‘</w:t>
      </w:r>
      <w:r w:rsidR="00304B22">
        <w:rPr>
          <w:rFonts w:ascii="Calibri" w:hAnsi="Calibri" w:cs="Calibri"/>
        </w:rPr>
        <w:t>Misconceptions in Graphing</w:t>
      </w:r>
      <w:r w:rsidRPr="00A815BA">
        <w:rPr>
          <w:rFonts w:ascii="Calibri" w:hAnsi="Calibri" w:cs="Calibri"/>
        </w:rPr>
        <w:t xml:space="preserve">’, in </w:t>
      </w:r>
      <w:r w:rsidRPr="00A815BA">
        <w:rPr>
          <w:rFonts w:ascii="Calibri" w:hAnsi="Calibri" w:cs="Calibri"/>
          <w:i/>
          <w:iCs/>
        </w:rPr>
        <w:t>Proceedings of the Ninth Conference of the International Group for the Psychology of Mathematics Education</w:t>
      </w:r>
      <w:r w:rsidRPr="00A815BA">
        <w:rPr>
          <w:rFonts w:ascii="Calibri" w:hAnsi="Calibri" w:cs="Calibri"/>
        </w:rPr>
        <w:t xml:space="preserve">. </w:t>
      </w:r>
      <w:r w:rsidRPr="00A815BA">
        <w:rPr>
          <w:rFonts w:ascii="Calibri" w:hAnsi="Calibri" w:cs="Calibri"/>
          <w:i/>
          <w:iCs/>
        </w:rPr>
        <w:t>Ninth Conference of the International Group for the Psychology of Mathematics Education, Noordwijkerhout, The Netherlands, July, 1985.</w:t>
      </w:r>
      <w:r w:rsidRPr="00A815BA">
        <w:rPr>
          <w:rFonts w:ascii="Calibri" w:hAnsi="Calibri" w:cs="Calibri"/>
        </w:rPr>
        <w:t>, Netherlands, p. 8.</w:t>
      </w:r>
    </w:p>
    <w:p w14:paraId="42660E5B" w14:textId="77777777" w:rsidR="00A815BA" w:rsidRPr="00A815BA" w:rsidRDefault="00A815BA" w:rsidP="00304B22">
      <w:pPr>
        <w:pStyle w:val="Bibliography"/>
        <w:spacing w:after="120"/>
        <w:ind w:left="425" w:hanging="425"/>
        <w:rPr>
          <w:rFonts w:ascii="Calibri" w:hAnsi="Calibri" w:cs="Calibri"/>
        </w:rPr>
      </w:pPr>
      <w:r w:rsidRPr="00A815BA">
        <w:rPr>
          <w:rFonts w:ascii="Calibri" w:hAnsi="Calibri" w:cs="Calibri"/>
        </w:rPr>
        <w:t xml:space="preserve">Leinhardt, G., Zaslavsky, O. and Stein, M. K. (1990) ‘Functions, Graphs, and Graphing: Tasks, Learning, and Teaching’, </w:t>
      </w:r>
      <w:r w:rsidRPr="00A815BA">
        <w:rPr>
          <w:rFonts w:ascii="Calibri" w:hAnsi="Calibri" w:cs="Calibri"/>
          <w:i/>
          <w:iCs/>
        </w:rPr>
        <w:t>Review of Educational Research</w:t>
      </w:r>
      <w:r w:rsidRPr="00A815BA">
        <w:rPr>
          <w:rFonts w:ascii="Calibri" w:hAnsi="Calibri" w:cs="Calibri"/>
        </w:rPr>
        <w:t>, 60(1), p. 64.</w:t>
      </w:r>
    </w:p>
    <w:p w14:paraId="6041A255" w14:textId="77777777" w:rsidR="00A815BA" w:rsidRPr="00A815BA" w:rsidRDefault="00A815BA" w:rsidP="00304B22">
      <w:pPr>
        <w:pStyle w:val="Bibliography"/>
        <w:spacing w:after="120"/>
        <w:ind w:left="425" w:hanging="425"/>
        <w:rPr>
          <w:rFonts w:ascii="Calibri" w:hAnsi="Calibri" w:cs="Calibri"/>
        </w:rPr>
      </w:pPr>
      <w:r w:rsidRPr="00A815BA">
        <w:rPr>
          <w:rFonts w:ascii="Calibri" w:hAnsi="Calibri" w:cs="Calibri"/>
        </w:rPr>
        <w:t xml:space="preserve">McDermott, L. C., Rosenquist, M. L. and van Zee, E. H. (1987) ‘Student difficulties in connecting graphs and physics: Examples from kinematics’, </w:t>
      </w:r>
      <w:r w:rsidRPr="00A815BA">
        <w:rPr>
          <w:rFonts w:ascii="Calibri" w:hAnsi="Calibri" w:cs="Calibri"/>
          <w:i/>
          <w:iCs/>
        </w:rPr>
        <w:t>American Journal of Physics</w:t>
      </w:r>
      <w:r w:rsidRPr="00A815BA">
        <w:rPr>
          <w:rFonts w:ascii="Calibri" w:hAnsi="Calibri" w:cs="Calibri"/>
        </w:rPr>
        <w:t>, 55(6), pp. 503–513. doi: 10.1119/1.15104.</w:t>
      </w:r>
    </w:p>
    <w:p w14:paraId="4BFD596D" w14:textId="753353DC" w:rsidR="00A815BA" w:rsidRPr="00A815BA" w:rsidRDefault="00A815BA" w:rsidP="00304B22">
      <w:pPr>
        <w:spacing w:after="120"/>
        <w:ind w:left="425" w:hanging="425"/>
        <w:rPr>
          <w:b/>
          <w:color w:val="5F497A" w:themeColor="accent4" w:themeShade="BF"/>
          <w:szCs w:val="20"/>
        </w:rPr>
      </w:pPr>
      <w:r>
        <w:rPr>
          <w:b/>
          <w:color w:val="5F497A" w:themeColor="accent4" w:themeShade="BF"/>
          <w:szCs w:val="20"/>
        </w:rPr>
        <w:fldChar w:fldCharType="end"/>
      </w:r>
      <w:bookmarkStart w:id="2" w:name="_GoBack"/>
      <w:bookmarkEnd w:id="2"/>
    </w:p>
    <w:sectPr w:rsidR="00A815BA" w:rsidRPr="00A815BA" w:rsidSect="00642ECD">
      <w:headerReference w:type="default" r:id="rId28"/>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2E89DA" w14:textId="77777777" w:rsidR="00F22AD1" w:rsidRDefault="00F22AD1" w:rsidP="000B473B">
      <w:r>
        <w:separator/>
      </w:r>
    </w:p>
  </w:endnote>
  <w:endnote w:type="continuationSeparator" w:id="0">
    <w:p w14:paraId="2079E7A4" w14:textId="77777777" w:rsidR="00F22AD1" w:rsidRDefault="00F22AD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D6867"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1D1B0637" wp14:editId="30CA3782">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7060D32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" strokeweight="1pt"/>
          </w:pict>
        </mc:Fallback>
      </mc:AlternateContent>
    </w:r>
    <w:r w:rsidR="00A07CF7">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E619F5">
      <w:rPr>
        <w:noProof/>
      </w:rPr>
      <w:t>1</w:t>
    </w:r>
    <w:r>
      <w:rPr>
        <w:noProof/>
      </w:rPr>
      <w:fldChar w:fldCharType="end"/>
    </w:r>
  </w:p>
  <w:p w14:paraId="437B083A"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14:paraId="61F78245" w14:textId="77777777"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64204E" w14:textId="77777777" w:rsidR="00F22AD1" w:rsidRDefault="00F22AD1" w:rsidP="000B473B">
      <w:r>
        <w:separator/>
      </w:r>
    </w:p>
  </w:footnote>
  <w:footnote w:type="continuationSeparator" w:id="0">
    <w:p w14:paraId="4A5B58B0" w14:textId="77777777" w:rsidR="00F22AD1" w:rsidRDefault="00F22AD1"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7F74DA"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61A2DA50" wp14:editId="3F9E1112">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2E01A97F" wp14:editId="10D02B55">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5175B7E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ZuVg28sBAAB9AwAADgAAAAAA&#10;AAAAAAAAAAAuAgAAZHJzL2Uyb0RvYy54bWxQSwECLQAUAAYACAAAACEABiBlItwAAAALAQAADwAA&#10;AAAAAAAAAAAAAAAlBAAAZHJzL2Rvd25yZXYueG1sUEsFBgAAAAAEAAQA8wAAAC4FA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2D9668"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58C053A9" wp14:editId="655667A3">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ED2D1F9" wp14:editId="38CE1DAA">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565C32D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HCPOiMsBAAB9AwAADgAAAAAA&#10;AAAAAAAAAAAuAgAAZHJzL2Uyb0RvYy54bWxQSwECLQAUAAYACAAAACEABiBlItwAAAALAQAADwAA&#10;AAAAAAAAAAAAAAAlBAAAZHJzL2Rvd25yZXYueG1sUEsFBgAAAAAEAAQA8wAAAC4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33C"/>
    <w:rsid w:val="00015578"/>
    <w:rsid w:val="00024731"/>
    <w:rsid w:val="00026DEC"/>
    <w:rsid w:val="000505CA"/>
    <w:rsid w:val="0007651D"/>
    <w:rsid w:val="00081367"/>
    <w:rsid w:val="0009089A"/>
    <w:rsid w:val="000947E2"/>
    <w:rsid w:val="00095E04"/>
    <w:rsid w:val="000A0D12"/>
    <w:rsid w:val="000A753B"/>
    <w:rsid w:val="000B473B"/>
    <w:rsid w:val="000D0E89"/>
    <w:rsid w:val="000E2689"/>
    <w:rsid w:val="000F1F2D"/>
    <w:rsid w:val="00142613"/>
    <w:rsid w:val="00144DA7"/>
    <w:rsid w:val="00152435"/>
    <w:rsid w:val="0015356E"/>
    <w:rsid w:val="00161D3F"/>
    <w:rsid w:val="001915D4"/>
    <w:rsid w:val="001A1FED"/>
    <w:rsid w:val="001A40E2"/>
    <w:rsid w:val="001C4805"/>
    <w:rsid w:val="00201AC2"/>
    <w:rsid w:val="00214608"/>
    <w:rsid w:val="0021607B"/>
    <w:rsid w:val="002178AC"/>
    <w:rsid w:val="0022547C"/>
    <w:rsid w:val="0025410A"/>
    <w:rsid w:val="00271CFB"/>
    <w:rsid w:val="0027553E"/>
    <w:rsid w:val="0028012F"/>
    <w:rsid w:val="002828DF"/>
    <w:rsid w:val="00287876"/>
    <w:rsid w:val="00292C53"/>
    <w:rsid w:val="00294E22"/>
    <w:rsid w:val="002B5D71"/>
    <w:rsid w:val="002C22EA"/>
    <w:rsid w:val="002C59BA"/>
    <w:rsid w:val="002C79AE"/>
    <w:rsid w:val="00301AA9"/>
    <w:rsid w:val="00304B22"/>
    <w:rsid w:val="003117F6"/>
    <w:rsid w:val="003533B8"/>
    <w:rsid w:val="003752BE"/>
    <w:rsid w:val="003A346A"/>
    <w:rsid w:val="003B2917"/>
    <w:rsid w:val="003B541B"/>
    <w:rsid w:val="003B5448"/>
    <w:rsid w:val="003E2B2F"/>
    <w:rsid w:val="003E6046"/>
    <w:rsid w:val="003F16F9"/>
    <w:rsid w:val="00430C1F"/>
    <w:rsid w:val="00442595"/>
    <w:rsid w:val="0045323E"/>
    <w:rsid w:val="00490B82"/>
    <w:rsid w:val="004A7183"/>
    <w:rsid w:val="004B0EE1"/>
    <w:rsid w:val="004B1C32"/>
    <w:rsid w:val="004C5D20"/>
    <w:rsid w:val="004D0D83"/>
    <w:rsid w:val="004E1DF1"/>
    <w:rsid w:val="004E5592"/>
    <w:rsid w:val="0050055B"/>
    <w:rsid w:val="00524710"/>
    <w:rsid w:val="00555342"/>
    <w:rsid w:val="005560E2"/>
    <w:rsid w:val="005A14AF"/>
    <w:rsid w:val="005A452E"/>
    <w:rsid w:val="005A6EE7"/>
    <w:rsid w:val="005F0AA7"/>
    <w:rsid w:val="005F1A7B"/>
    <w:rsid w:val="006355D8"/>
    <w:rsid w:val="00642ECD"/>
    <w:rsid w:val="006460FB"/>
    <w:rsid w:val="006502A0"/>
    <w:rsid w:val="00664B83"/>
    <w:rsid w:val="006772F5"/>
    <w:rsid w:val="006A4440"/>
    <w:rsid w:val="006B0615"/>
    <w:rsid w:val="006B3D88"/>
    <w:rsid w:val="006C02D5"/>
    <w:rsid w:val="006D166B"/>
    <w:rsid w:val="006F3279"/>
    <w:rsid w:val="00704AEE"/>
    <w:rsid w:val="007110D4"/>
    <w:rsid w:val="00722F9A"/>
    <w:rsid w:val="00754539"/>
    <w:rsid w:val="0076267B"/>
    <w:rsid w:val="00765EA8"/>
    <w:rsid w:val="0077646D"/>
    <w:rsid w:val="00781BC6"/>
    <w:rsid w:val="007A3C86"/>
    <w:rsid w:val="007A683E"/>
    <w:rsid w:val="007A748B"/>
    <w:rsid w:val="007C0C6C"/>
    <w:rsid w:val="007C26E1"/>
    <w:rsid w:val="007D1D65"/>
    <w:rsid w:val="007D333C"/>
    <w:rsid w:val="007D536F"/>
    <w:rsid w:val="007E0A9E"/>
    <w:rsid w:val="007E5309"/>
    <w:rsid w:val="00800DE1"/>
    <w:rsid w:val="00813F47"/>
    <w:rsid w:val="008419A9"/>
    <w:rsid w:val="00842602"/>
    <w:rsid w:val="008450D6"/>
    <w:rsid w:val="00856FCA"/>
    <w:rsid w:val="00873B8C"/>
    <w:rsid w:val="00880E3B"/>
    <w:rsid w:val="00894587"/>
    <w:rsid w:val="008A405F"/>
    <w:rsid w:val="008C7F34"/>
    <w:rsid w:val="008E580C"/>
    <w:rsid w:val="0090047A"/>
    <w:rsid w:val="00907466"/>
    <w:rsid w:val="00925026"/>
    <w:rsid w:val="00931264"/>
    <w:rsid w:val="00942A4B"/>
    <w:rsid w:val="00961D59"/>
    <w:rsid w:val="009B2D55"/>
    <w:rsid w:val="009C0343"/>
    <w:rsid w:val="009E0D11"/>
    <w:rsid w:val="009F2253"/>
    <w:rsid w:val="009F3DD8"/>
    <w:rsid w:val="00A01222"/>
    <w:rsid w:val="00A07CF7"/>
    <w:rsid w:val="00A24A16"/>
    <w:rsid w:val="00A37D14"/>
    <w:rsid w:val="00A6111E"/>
    <w:rsid w:val="00A6168B"/>
    <w:rsid w:val="00A62028"/>
    <w:rsid w:val="00A6411E"/>
    <w:rsid w:val="00A815BA"/>
    <w:rsid w:val="00A9596F"/>
    <w:rsid w:val="00AA5B77"/>
    <w:rsid w:val="00AA6236"/>
    <w:rsid w:val="00AB6AE7"/>
    <w:rsid w:val="00AD21F5"/>
    <w:rsid w:val="00AE708C"/>
    <w:rsid w:val="00B06225"/>
    <w:rsid w:val="00B23C7A"/>
    <w:rsid w:val="00B305F5"/>
    <w:rsid w:val="00B30BB9"/>
    <w:rsid w:val="00B46FF9"/>
    <w:rsid w:val="00B47E1D"/>
    <w:rsid w:val="00B75483"/>
    <w:rsid w:val="00B909B8"/>
    <w:rsid w:val="00BA7952"/>
    <w:rsid w:val="00BB44B4"/>
    <w:rsid w:val="00BF0BBF"/>
    <w:rsid w:val="00BF6C8A"/>
    <w:rsid w:val="00C05571"/>
    <w:rsid w:val="00C246CE"/>
    <w:rsid w:val="00C47583"/>
    <w:rsid w:val="00C54711"/>
    <w:rsid w:val="00C57FA2"/>
    <w:rsid w:val="00C61668"/>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B6960"/>
    <w:rsid w:val="00DC4A4E"/>
    <w:rsid w:val="00DD1874"/>
    <w:rsid w:val="00DD63BD"/>
    <w:rsid w:val="00DF05DB"/>
    <w:rsid w:val="00DF7E20"/>
    <w:rsid w:val="00E172C6"/>
    <w:rsid w:val="00E24309"/>
    <w:rsid w:val="00E53D82"/>
    <w:rsid w:val="00E619F5"/>
    <w:rsid w:val="00E9330A"/>
    <w:rsid w:val="00EE2EF0"/>
    <w:rsid w:val="00EE6B97"/>
    <w:rsid w:val="00F024B7"/>
    <w:rsid w:val="00F12C3B"/>
    <w:rsid w:val="00F22AD1"/>
    <w:rsid w:val="00F2483A"/>
    <w:rsid w:val="00F26884"/>
    <w:rsid w:val="00F50720"/>
    <w:rsid w:val="00F70CC0"/>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ED1C41"/>
  <w15:docId w15:val="{84980164-4A91-458C-82D2-442B3F6EC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styleId="Bibliography">
    <w:name w:val="Bibliography"/>
    <w:basedOn w:val="Normal"/>
    <w:next w:val="Normal"/>
    <w:uiPriority w:val="37"/>
    <w:unhideWhenUsed/>
    <w:rsid w:val="00A815BA"/>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774982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0.png"/><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9.png"/></Relationships>
</file>

<file path=word/_rels/header2.xml.rels><?xml version="1.0" encoding="UTF-8" standalone="yes"?>
<Relationships xmlns="http://schemas.openxmlformats.org/package/2006/relationships"><Relationship Id="rId1" Type="http://schemas.openxmlformats.org/officeDocument/2006/relationships/image" Target="media/image1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BEST\forcesAndMotionReseach\newTemplates\BEST_Template_D_Gener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BEST_Template_D_General.dotx</Template>
  <TotalTime>710</TotalTime>
  <Pages>4</Pages>
  <Words>1010</Words>
  <Characters>5760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Peter Fairhurst</cp:lastModifiedBy>
  <cp:revision>24</cp:revision>
  <cp:lastPrinted>2017-02-24T16:20:00Z</cp:lastPrinted>
  <dcterms:created xsi:type="dcterms:W3CDTF">2021-09-01T10:19:00Z</dcterms:created>
  <dcterms:modified xsi:type="dcterms:W3CDTF">2022-01-06T15:02:00Z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zotero-version="5.0.96.3"&gt;&lt;session id="tdLySyA5"/&gt;&lt;style id="http://www.zotero.org/styles/harvard-cite-them-right" hasBibliography="1" bibliographyStyleHasBeenSet="1"/&gt;&lt;prefs&gt;&lt;pref name="fieldType" value="Field"/&gt;&lt;pref name="automat</vt:lpwstr>
  </property>
  <property fmtid="{D5CDD505-2E9C-101B-9397-08002B2CF9AE}" pid="3" name="ZOTERO_PREF_2">
    <vt:lpwstr>icJournalAbbreviations" value="true"/&gt;&lt;/prefs&gt;&lt;/data&gt;</vt:lpwstr>
  </property>
</Properties>
</file>